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147D02C-8A2E-486B-BB0B-2A597C12B6DA}"/>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